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652B" w:rsidRPr="00CA5B32" w:rsidRDefault="00A0652B" w:rsidP="003C6F06">
      <w:pPr>
        <w:jc w:val="center"/>
        <w:rPr>
          <w:b/>
          <w:bCs/>
          <w:sz w:val="18"/>
          <w:szCs w:val="18"/>
        </w:rPr>
      </w:pPr>
      <w:r w:rsidRPr="00CA5B32">
        <w:rPr>
          <w:b/>
          <w:bCs/>
          <w:sz w:val="18"/>
          <w:szCs w:val="18"/>
        </w:rPr>
        <w:t>Formal Lab Report Grading Rubric/2011</w:t>
      </w:r>
      <w:r w:rsidRPr="00CA5B32">
        <w:rPr>
          <w:b/>
          <w:bCs/>
          <w:color w:val="0000FF"/>
          <w:sz w:val="18"/>
          <w:szCs w:val="18"/>
        </w:rPr>
        <w:t>updated 10-30-11</w:t>
      </w:r>
    </w:p>
    <w:tbl>
      <w:tblPr>
        <w:tblW w:w="10368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2076"/>
        <w:gridCol w:w="5512"/>
        <w:gridCol w:w="2780"/>
      </w:tblGrid>
      <w:tr w:rsidR="00A0652B" w:rsidRPr="00CA5B32" w:rsidTr="00CA5B32">
        <w:tc>
          <w:tcPr>
            <w:tcW w:w="2076" w:type="dxa"/>
          </w:tcPr>
          <w:p w:rsidR="00A0652B" w:rsidRPr="00CA5B32" w:rsidRDefault="00A0652B" w:rsidP="00647148">
            <w:pPr>
              <w:spacing w:after="0" w:line="240" w:lineRule="auto"/>
              <w:rPr>
                <w:b/>
                <w:bCs/>
                <w:i/>
                <w:iCs/>
                <w:sz w:val="18"/>
                <w:szCs w:val="18"/>
              </w:rPr>
            </w:pPr>
            <w:r w:rsidRPr="00CA5B32">
              <w:rPr>
                <w:b/>
                <w:bCs/>
                <w:i/>
                <w:iCs/>
                <w:sz w:val="18"/>
                <w:szCs w:val="18"/>
              </w:rPr>
              <w:t>HEADING</w:t>
            </w:r>
          </w:p>
        </w:tc>
        <w:tc>
          <w:tcPr>
            <w:tcW w:w="5512" w:type="dxa"/>
          </w:tcPr>
          <w:p w:rsidR="00A0652B" w:rsidRPr="00CA5B32" w:rsidRDefault="00A0652B" w:rsidP="00647148">
            <w:pPr>
              <w:spacing w:after="0" w:line="240" w:lineRule="auto"/>
              <w:rPr>
                <w:sz w:val="18"/>
                <w:szCs w:val="18"/>
              </w:rPr>
            </w:pPr>
            <w:r w:rsidRPr="00CA5B32">
              <w:rPr>
                <w:sz w:val="18"/>
                <w:szCs w:val="18"/>
              </w:rPr>
              <w:t>- lists name, date, title on top left corner</w:t>
            </w:r>
          </w:p>
        </w:tc>
        <w:tc>
          <w:tcPr>
            <w:tcW w:w="2780" w:type="dxa"/>
          </w:tcPr>
          <w:p w:rsidR="00A0652B" w:rsidRPr="00CA5B32" w:rsidRDefault="00A0652B" w:rsidP="00647148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</w:tr>
      <w:tr w:rsidR="00A0652B" w:rsidRPr="00CA5B32" w:rsidTr="00CA5B32">
        <w:tc>
          <w:tcPr>
            <w:tcW w:w="2076" w:type="dxa"/>
          </w:tcPr>
          <w:p w:rsidR="00A0652B" w:rsidRPr="00CA5B32" w:rsidRDefault="00A0652B" w:rsidP="00647148">
            <w:pPr>
              <w:spacing w:after="0" w:line="240" w:lineRule="auto"/>
              <w:rPr>
                <w:b/>
                <w:bCs/>
                <w:i/>
                <w:iCs/>
                <w:sz w:val="18"/>
                <w:szCs w:val="18"/>
              </w:rPr>
            </w:pPr>
            <w:r w:rsidRPr="00CA5B32">
              <w:rPr>
                <w:b/>
                <w:bCs/>
                <w:i/>
                <w:iCs/>
                <w:sz w:val="18"/>
                <w:szCs w:val="18"/>
                <w:highlight w:val="yellow"/>
              </w:rPr>
              <w:t>PLANNING</w:t>
            </w:r>
          </w:p>
        </w:tc>
        <w:tc>
          <w:tcPr>
            <w:tcW w:w="5512" w:type="dxa"/>
          </w:tcPr>
          <w:p w:rsidR="00A0652B" w:rsidRPr="00CA5B32" w:rsidRDefault="00A0652B" w:rsidP="0064714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780" w:type="dxa"/>
          </w:tcPr>
          <w:p w:rsidR="00A0652B" w:rsidRPr="00CA5B32" w:rsidRDefault="00A0652B" w:rsidP="00647148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</w:tr>
      <w:tr w:rsidR="00A0652B" w:rsidRPr="00CA5B32" w:rsidTr="00CA5B32">
        <w:tc>
          <w:tcPr>
            <w:tcW w:w="2076" w:type="dxa"/>
          </w:tcPr>
          <w:p w:rsidR="00A0652B" w:rsidRPr="00CA5B32" w:rsidRDefault="00A0652B" w:rsidP="00647148">
            <w:pPr>
              <w:spacing w:after="0" w:line="240" w:lineRule="auto"/>
              <w:jc w:val="right"/>
              <w:rPr>
                <w:b/>
                <w:bCs/>
                <w:i/>
                <w:iCs/>
                <w:color w:val="0000FF"/>
                <w:sz w:val="18"/>
                <w:szCs w:val="18"/>
              </w:rPr>
            </w:pPr>
            <w:r w:rsidRPr="00CA5B32">
              <w:rPr>
                <w:b/>
                <w:bCs/>
                <w:i/>
                <w:iCs/>
                <w:color w:val="0000FF"/>
                <w:sz w:val="18"/>
                <w:szCs w:val="18"/>
              </w:rPr>
              <w:t>Introduction</w:t>
            </w:r>
          </w:p>
          <w:p w:rsidR="00A0652B" w:rsidRPr="00CA5B32" w:rsidRDefault="00A0652B" w:rsidP="00647148">
            <w:pPr>
              <w:spacing w:after="0" w:line="240" w:lineRule="auto"/>
              <w:jc w:val="right"/>
              <w:rPr>
                <w:b/>
                <w:bCs/>
                <w:i/>
                <w:iCs/>
                <w:color w:val="0000FF"/>
                <w:sz w:val="18"/>
                <w:szCs w:val="18"/>
              </w:rPr>
            </w:pPr>
          </w:p>
        </w:tc>
        <w:tc>
          <w:tcPr>
            <w:tcW w:w="5512" w:type="dxa"/>
          </w:tcPr>
          <w:p w:rsidR="00A0652B" w:rsidRPr="00CA5B32" w:rsidRDefault="00A0652B" w:rsidP="00647148">
            <w:pPr>
              <w:spacing w:after="0" w:line="240" w:lineRule="auto"/>
              <w:rPr>
                <w:color w:val="0000FF"/>
                <w:sz w:val="18"/>
                <w:szCs w:val="18"/>
              </w:rPr>
            </w:pPr>
            <w:r w:rsidRPr="00CA5B32">
              <w:rPr>
                <w:color w:val="0000FF"/>
                <w:sz w:val="18"/>
                <w:szCs w:val="18"/>
              </w:rPr>
              <w:t>-states objectives of investigation</w:t>
            </w:r>
          </w:p>
          <w:p w:rsidR="00A0652B" w:rsidRPr="00CA5B32" w:rsidRDefault="00A0652B" w:rsidP="00647148">
            <w:pPr>
              <w:spacing w:after="0" w:line="240" w:lineRule="auto"/>
              <w:rPr>
                <w:color w:val="0000FF"/>
                <w:sz w:val="18"/>
                <w:szCs w:val="18"/>
              </w:rPr>
            </w:pPr>
            <w:r w:rsidRPr="00CA5B32">
              <w:rPr>
                <w:color w:val="0000FF"/>
                <w:sz w:val="18"/>
                <w:szCs w:val="18"/>
              </w:rPr>
              <w:t>-provides a rational explanation of why lab is performed</w:t>
            </w:r>
          </w:p>
          <w:p w:rsidR="00A0652B" w:rsidRPr="00CA5B32" w:rsidRDefault="00A0652B" w:rsidP="00647148">
            <w:pPr>
              <w:spacing w:after="0" w:line="240" w:lineRule="auto"/>
              <w:rPr>
                <w:color w:val="0000FF"/>
                <w:sz w:val="18"/>
                <w:szCs w:val="18"/>
              </w:rPr>
            </w:pPr>
            <w:r w:rsidRPr="00CA5B32">
              <w:rPr>
                <w:color w:val="0000FF"/>
                <w:sz w:val="18"/>
                <w:szCs w:val="18"/>
              </w:rPr>
              <w:t>-includes purpose, research question and/or hypothesis</w:t>
            </w:r>
          </w:p>
          <w:p w:rsidR="00A0652B" w:rsidRPr="00CA5B32" w:rsidRDefault="00A0652B" w:rsidP="00647148">
            <w:pPr>
              <w:spacing w:after="0" w:line="240" w:lineRule="auto"/>
              <w:rPr>
                <w:color w:val="0000FF"/>
                <w:sz w:val="18"/>
                <w:szCs w:val="18"/>
              </w:rPr>
            </w:pPr>
            <w:r w:rsidRPr="00CA5B32">
              <w:rPr>
                <w:color w:val="0000FF"/>
                <w:sz w:val="18"/>
                <w:szCs w:val="18"/>
              </w:rPr>
              <w:t>-hypothesis prediction is reasonable</w:t>
            </w:r>
          </w:p>
        </w:tc>
        <w:tc>
          <w:tcPr>
            <w:tcW w:w="2780" w:type="dxa"/>
          </w:tcPr>
          <w:p w:rsidR="00A0652B" w:rsidRPr="00CA5B32" w:rsidRDefault="00A0652B" w:rsidP="00647148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</w:tr>
      <w:tr w:rsidR="00A0652B" w:rsidRPr="00CA5B32" w:rsidTr="00CA5B32">
        <w:tc>
          <w:tcPr>
            <w:tcW w:w="2076" w:type="dxa"/>
          </w:tcPr>
          <w:p w:rsidR="00A0652B" w:rsidRPr="00CA5B32" w:rsidRDefault="00A0652B" w:rsidP="00647148">
            <w:pPr>
              <w:spacing w:after="0" w:line="240" w:lineRule="auto"/>
              <w:jc w:val="right"/>
              <w:rPr>
                <w:b/>
                <w:bCs/>
                <w:i/>
                <w:iCs/>
                <w:sz w:val="18"/>
                <w:szCs w:val="18"/>
              </w:rPr>
            </w:pPr>
            <w:r w:rsidRPr="00CA5B32">
              <w:rPr>
                <w:b/>
                <w:bCs/>
                <w:i/>
                <w:iCs/>
                <w:sz w:val="18"/>
                <w:szCs w:val="18"/>
              </w:rPr>
              <w:t>Variables</w:t>
            </w:r>
          </w:p>
        </w:tc>
        <w:tc>
          <w:tcPr>
            <w:tcW w:w="5512" w:type="dxa"/>
          </w:tcPr>
          <w:p w:rsidR="00A0652B" w:rsidRPr="00CA5B32" w:rsidRDefault="00A0652B" w:rsidP="00647148">
            <w:pPr>
              <w:spacing w:after="0" w:line="240" w:lineRule="auto"/>
              <w:rPr>
                <w:sz w:val="18"/>
                <w:szCs w:val="18"/>
              </w:rPr>
            </w:pPr>
            <w:r w:rsidRPr="00CA5B32">
              <w:rPr>
                <w:sz w:val="18"/>
                <w:szCs w:val="18"/>
              </w:rPr>
              <w:t>-Independent variable is properly identified</w:t>
            </w:r>
          </w:p>
          <w:p w:rsidR="00A0652B" w:rsidRPr="00CA5B32" w:rsidRDefault="00A0652B" w:rsidP="00647148">
            <w:pPr>
              <w:spacing w:after="0" w:line="240" w:lineRule="auto"/>
              <w:rPr>
                <w:sz w:val="18"/>
                <w:szCs w:val="18"/>
              </w:rPr>
            </w:pPr>
            <w:r w:rsidRPr="00CA5B32">
              <w:rPr>
                <w:sz w:val="18"/>
                <w:szCs w:val="18"/>
              </w:rPr>
              <w:t>-Dependent variable is properly identified</w:t>
            </w:r>
          </w:p>
          <w:p w:rsidR="00A0652B" w:rsidRPr="00CA5B32" w:rsidRDefault="00A0652B" w:rsidP="00647148">
            <w:pPr>
              <w:spacing w:after="0" w:line="240" w:lineRule="auto"/>
              <w:rPr>
                <w:sz w:val="18"/>
                <w:szCs w:val="18"/>
              </w:rPr>
            </w:pPr>
            <w:r w:rsidRPr="00CA5B32">
              <w:rPr>
                <w:sz w:val="18"/>
                <w:szCs w:val="18"/>
              </w:rPr>
              <w:t>-Controls are properly identified with a sufficient description of effort to control them</w:t>
            </w:r>
          </w:p>
        </w:tc>
        <w:tc>
          <w:tcPr>
            <w:tcW w:w="2780" w:type="dxa"/>
          </w:tcPr>
          <w:p w:rsidR="00A0652B" w:rsidRPr="00CA5B32" w:rsidRDefault="00A0652B" w:rsidP="00647148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</w:tr>
      <w:tr w:rsidR="00A0652B" w:rsidRPr="00CA5B32" w:rsidTr="00CA5B32">
        <w:tc>
          <w:tcPr>
            <w:tcW w:w="2076" w:type="dxa"/>
          </w:tcPr>
          <w:p w:rsidR="00A0652B" w:rsidRPr="00CA5B32" w:rsidRDefault="00A0652B" w:rsidP="00647148">
            <w:pPr>
              <w:spacing w:after="0" w:line="240" w:lineRule="auto"/>
              <w:jc w:val="right"/>
              <w:rPr>
                <w:b/>
                <w:bCs/>
                <w:i/>
                <w:iCs/>
                <w:sz w:val="18"/>
                <w:szCs w:val="18"/>
              </w:rPr>
            </w:pPr>
            <w:r w:rsidRPr="00CA5B32">
              <w:rPr>
                <w:b/>
                <w:bCs/>
                <w:i/>
                <w:iCs/>
                <w:sz w:val="18"/>
                <w:szCs w:val="18"/>
              </w:rPr>
              <w:t>Materials</w:t>
            </w:r>
          </w:p>
        </w:tc>
        <w:tc>
          <w:tcPr>
            <w:tcW w:w="5512" w:type="dxa"/>
          </w:tcPr>
          <w:p w:rsidR="00A0652B" w:rsidRPr="00CA5B32" w:rsidRDefault="00A0652B" w:rsidP="00647148">
            <w:pPr>
              <w:spacing w:after="0" w:line="240" w:lineRule="auto"/>
              <w:rPr>
                <w:sz w:val="18"/>
                <w:szCs w:val="18"/>
              </w:rPr>
            </w:pPr>
            <w:r w:rsidRPr="00CA5B32">
              <w:rPr>
                <w:sz w:val="18"/>
                <w:szCs w:val="18"/>
              </w:rPr>
              <w:t>-provide a complete list of equipment and chemicals used</w:t>
            </w:r>
          </w:p>
          <w:p w:rsidR="00A0652B" w:rsidRPr="00CA5B32" w:rsidRDefault="00A0652B" w:rsidP="00647148">
            <w:pPr>
              <w:spacing w:after="0" w:line="240" w:lineRule="auto"/>
              <w:rPr>
                <w:sz w:val="18"/>
                <w:szCs w:val="18"/>
              </w:rPr>
            </w:pPr>
            <w:r w:rsidRPr="00CA5B32">
              <w:rPr>
                <w:sz w:val="18"/>
                <w:szCs w:val="18"/>
              </w:rPr>
              <w:t>-uses proper terminology</w:t>
            </w:r>
          </w:p>
          <w:p w:rsidR="00A0652B" w:rsidRPr="00CA5B32" w:rsidRDefault="00A0652B" w:rsidP="00647148">
            <w:pPr>
              <w:spacing w:after="0" w:line="240" w:lineRule="auto"/>
              <w:rPr>
                <w:sz w:val="18"/>
                <w:szCs w:val="18"/>
              </w:rPr>
            </w:pPr>
            <w:r w:rsidRPr="00CA5B32">
              <w:rPr>
                <w:sz w:val="18"/>
                <w:szCs w:val="18"/>
              </w:rPr>
              <w:t xml:space="preserve">-lists proper sizes of glassware </w:t>
            </w:r>
          </w:p>
        </w:tc>
        <w:tc>
          <w:tcPr>
            <w:tcW w:w="2780" w:type="dxa"/>
          </w:tcPr>
          <w:p w:rsidR="00A0652B" w:rsidRPr="00CA5B32" w:rsidRDefault="00A0652B" w:rsidP="00647148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</w:tr>
      <w:tr w:rsidR="00A0652B" w:rsidRPr="00CA5B32" w:rsidTr="00CA5B32">
        <w:tc>
          <w:tcPr>
            <w:tcW w:w="2076" w:type="dxa"/>
          </w:tcPr>
          <w:p w:rsidR="00A0652B" w:rsidRPr="00CA5B32" w:rsidRDefault="00A0652B" w:rsidP="00647148">
            <w:pPr>
              <w:spacing w:after="0" w:line="240" w:lineRule="auto"/>
              <w:jc w:val="right"/>
              <w:rPr>
                <w:b/>
                <w:bCs/>
                <w:i/>
                <w:iCs/>
                <w:sz w:val="18"/>
                <w:szCs w:val="18"/>
              </w:rPr>
            </w:pPr>
            <w:r w:rsidRPr="00CA5B32">
              <w:rPr>
                <w:b/>
                <w:bCs/>
                <w:i/>
                <w:iCs/>
                <w:sz w:val="18"/>
                <w:szCs w:val="18"/>
              </w:rPr>
              <w:t>Methods</w:t>
            </w:r>
          </w:p>
        </w:tc>
        <w:tc>
          <w:tcPr>
            <w:tcW w:w="5512" w:type="dxa"/>
          </w:tcPr>
          <w:p w:rsidR="00A0652B" w:rsidRPr="00CA5B32" w:rsidRDefault="00A0652B" w:rsidP="00647148">
            <w:pPr>
              <w:spacing w:after="0" w:line="240" w:lineRule="auto"/>
              <w:rPr>
                <w:sz w:val="18"/>
                <w:szCs w:val="18"/>
              </w:rPr>
            </w:pPr>
            <w:r w:rsidRPr="00CA5B32">
              <w:rPr>
                <w:sz w:val="18"/>
                <w:szCs w:val="18"/>
              </w:rPr>
              <w:t>-</w:t>
            </w:r>
            <w:r w:rsidRPr="00CA5B32">
              <w:rPr>
                <w:color w:val="0000FF"/>
                <w:sz w:val="18"/>
                <w:szCs w:val="18"/>
              </w:rPr>
              <w:t>includes how, when, where experiment was conducted</w:t>
            </w:r>
          </w:p>
          <w:p w:rsidR="00A0652B" w:rsidRPr="00CA5B32" w:rsidRDefault="00A0652B" w:rsidP="00647148">
            <w:pPr>
              <w:spacing w:after="0" w:line="240" w:lineRule="auto"/>
              <w:rPr>
                <w:sz w:val="18"/>
                <w:szCs w:val="18"/>
              </w:rPr>
            </w:pPr>
            <w:r w:rsidRPr="00CA5B32">
              <w:rPr>
                <w:sz w:val="18"/>
                <w:szCs w:val="18"/>
              </w:rPr>
              <w:t xml:space="preserve">-procedure is written in a manner the experiment could be   reproduced </w:t>
            </w:r>
          </w:p>
          <w:p w:rsidR="00A0652B" w:rsidRPr="00CA5B32" w:rsidRDefault="00A0652B" w:rsidP="00647148">
            <w:pPr>
              <w:spacing w:after="0" w:line="240" w:lineRule="auto"/>
              <w:rPr>
                <w:sz w:val="18"/>
                <w:szCs w:val="18"/>
              </w:rPr>
            </w:pPr>
            <w:r w:rsidRPr="00CA5B32">
              <w:rPr>
                <w:sz w:val="18"/>
                <w:szCs w:val="18"/>
              </w:rPr>
              <w:t>-written in third person passive voice</w:t>
            </w:r>
          </w:p>
          <w:p w:rsidR="00A0652B" w:rsidRPr="00CA5B32" w:rsidRDefault="00A0652B" w:rsidP="00647148">
            <w:pPr>
              <w:spacing w:after="0" w:line="240" w:lineRule="auto"/>
              <w:rPr>
                <w:sz w:val="18"/>
                <w:szCs w:val="18"/>
              </w:rPr>
            </w:pPr>
            <w:r w:rsidRPr="00CA5B32">
              <w:rPr>
                <w:sz w:val="18"/>
                <w:szCs w:val="18"/>
              </w:rPr>
              <w:t>-details number of replicates and describes how sufficiency was deemed</w:t>
            </w:r>
          </w:p>
        </w:tc>
        <w:tc>
          <w:tcPr>
            <w:tcW w:w="2780" w:type="dxa"/>
          </w:tcPr>
          <w:p w:rsidR="00A0652B" w:rsidRPr="00CA5B32" w:rsidRDefault="00A0652B" w:rsidP="00647148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</w:tr>
      <w:tr w:rsidR="00A0652B" w:rsidRPr="00CA5B32" w:rsidTr="00CA5B32">
        <w:tc>
          <w:tcPr>
            <w:tcW w:w="2076" w:type="dxa"/>
          </w:tcPr>
          <w:p w:rsidR="00A0652B" w:rsidRPr="00CA5B32" w:rsidRDefault="00A0652B" w:rsidP="00647148">
            <w:pPr>
              <w:spacing w:after="0" w:line="240" w:lineRule="auto"/>
              <w:rPr>
                <w:b/>
                <w:bCs/>
                <w:i/>
                <w:iCs/>
                <w:sz w:val="18"/>
                <w:szCs w:val="18"/>
                <w:highlight w:val="yellow"/>
              </w:rPr>
            </w:pPr>
            <w:r w:rsidRPr="00CA5B32">
              <w:rPr>
                <w:b/>
                <w:bCs/>
                <w:i/>
                <w:iCs/>
                <w:sz w:val="18"/>
                <w:szCs w:val="18"/>
                <w:highlight w:val="yellow"/>
              </w:rPr>
              <w:t>DCP</w:t>
            </w:r>
          </w:p>
        </w:tc>
        <w:tc>
          <w:tcPr>
            <w:tcW w:w="5512" w:type="dxa"/>
          </w:tcPr>
          <w:p w:rsidR="00A0652B" w:rsidRPr="00CA5B32" w:rsidRDefault="00A0652B" w:rsidP="0064714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780" w:type="dxa"/>
          </w:tcPr>
          <w:p w:rsidR="00A0652B" w:rsidRPr="00CA5B32" w:rsidRDefault="00A0652B" w:rsidP="00647148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</w:tr>
      <w:tr w:rsidR="00A0652B" w:rsidRPr="00CA5B32" w:rsidTr="00CA5B32">
        <w:tc>
          <w:tcPr>
            <w:tcW w:w="2076" w:type="dxa"/>
          </w:tcPr>
          <w:p w:rsidR="00A0652B" w:rsidRPr="00CA5B32" w:rsidRDefault="00A0652B" w:rsidP="00647148">
            <w:pPr>
              <w:spacing w:after="0" w:line="240" w:lineRule="auto"/>
              <w:jc w:val="right"/>
              <w:rPr>
                <w:b/>
                <w:bCs/>
                <w:i/>
                <w:iCs/>
                <w:sz w:val="18"/>
                <w:szCs w:val="18"/>
              </w:rPr>
            </w:pPr>
            <w:r w:rsidRPr="00CA5B32">
              <w:rPr>
                <w:b/>
                <w:bCs/>
                <w:i/>
                <w:iCs/>
                <w:sz w:val="18"/>
                <w:szCs w:val="18"/>
              </w:rPr>
              <w:t xml:space="preserve">Data </w:t>
            </w:r>
          </w:p>
        </w:tc>
        <w:tc>
          <w:tcPr>
            <w:tcW w:w="5512" w:type="dxa"/>
          </w:tcPr>
          <w:p w:rsidR="00A0652B" w:rsidRPr="00CA5B32" w:rsidRDefault="00A0652B" w:rsidP="00647148">
            <w:pPr>
              <w:spacing w:after="0" w:line="240" w:lineRule="auto"/>
              <w:rPr>
                <w:sz w:val="18"/>
                <w:szCs w:val="18"/>
              </w:rPr>
            </w:pPr>
            <w:r w:rsidRPr="00CA5B32">
              <w:rPr>
                <w:sz w:val="18"/>
                <w:szCs w:val="18"/>
              </w:rPr>
              <w:t xml:space="preserve">-clearly identified tables </w:t>
            </w:r>
          </w:p>
          <w:p w:rsidR="00A0652B" w:rsidRPr="00CA5B32" w:rsidRDefault="00A0652B" w:rsidP="00647148">
            <w:pPr>
              <w:spacing w:after="0" w:line="240" w:lineRule="auto"/>
              <w:rPr>
                <w:sz w:val="18"/>
                <w:szCs w:val="18"/>
              </w:rPr>
            </w:pPr>
            <w:r w:rsidRPr="00CA5B32">
              <w:rPr>
                <w:sz w:val="18"/>
                <w:szCs w:val="18"/>
              </w:rPr>
              <w:t>-tables are numbered and titled</w:t>
            </w:r>
          </w:p>
          <w:p w:rsidR="00A0652B" w:rsidRPr="00CA5B32" w:rsidRDefault="00A0652B" w:rsidP="00647148">
            <w:pPr>
              <w:spacing w:after="0" w:line="240" w:lineRule="auto"/>
              <w:rPr>
                <w:sz w:val="18"/>
                <w:szCs w:val="18"/>
              </w:rPr>
            </w:pPr>
            <w:r w:rsidRPr="00CA5B32">
              <w:rPr>
                <w:sz w:val="18"/>
                <w:szCs w:val="18"/>
              </w:rPr>
              <w:t>-units and uncertainty included</w:t>
            </w:r>
          </w:p>
          <w:p w:rsidR="00A0652B" w:rsidRPr="00CA5B32" w:rsidRDefault="00A0652B" w:rsidP="00647148">
            <w:pPr>
              <w:spacing w:after="0" w:line="240" w:lineRule="auto"/>
              <w:rPr>
                <w:sz w:val="18"/>
                <w:szCs w:val="18"/>
              </w:rPr>
            </w:pPr>
            <w:r w:rsidRPr="00CA5B32">
              <w:rPr>
                <w:sz w:val="18"/>
                <w:szCs w:val="18"/>
              </w:rPr>
              <w:t>-complete/accurate/sufficient presentation of data</w:t>
            </w:r>
          </w:p>
          <w:p w:rsidR="00A0652B" w:rsidRPr="00CA5B32" w:rsidRDefault="00A0652B" w:rsidP="00647148">
            <w:pPr>
              <w:spacing w:after="0" w:line="240" w:lineRule="auto"/>
              <w:rPr>
                <w:sz w:val="18"/>
                <w:szCs w:val="18"/>
              </w:rPr>
            </w:pPr>
            <w:r w:rsidRPr="00CA5B32">
              <w:rPr>
                <w:sz w:val="18"/>
                <w:szCs w:val="18"/>
              </w:rPr>
              <w:t>-brief description of results under each table</w:t>
            </w:r>
          </w:p>
        </w:tc>
        <w:tc>
          <w:tcPr>
            <w:tcW w:w="2780" w:type="dxa"/>
          </w:tcPr>
          <w:p w:rsidR="00A0652B" w:rsidRPr="00CA5B32" w:rsidRDefault="00A0652B" w:rsidP="00647148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</w:tr>
      <w:tr w:rsidR="00A0652B" w:rsidRPr="00CA5B32" w:rsidTr="00CA5B32">
        <w:tc>
          <w:tcPr>
            <w:tcW w:w="2076" w:type="dxa"/>
          </w:tcPr>
          <w:p w:rsidR="00A0652B" w:rsidRPr="00CA5B32" w:rsidRDefault="00A0652B" w:rsidP="00647148">
            <w:pPr>
              <w:spacing w:after="0" w:line="240" w:lineRule="auto"/>
              <w:jc w:val="right"/>
              <w:rPr>
                <w:b/>
                <w:bCs/>
                <w:i/>
                <w:iCs/>
                <w:sz w:val="18"/>
                <w:szCs w:val="18"/>
              </w:rPr>
            </w:pPr>
            <w:r w:rsidRPr="00CA5B32">
              <w:rPr>
                <w:b/>
                <w:bCs/>
                <w:i/>
                <w:iCs/>
                <w:sz w:val="18"/>
                <w:szCs w:val="18"/>
              </w:rPr>
              <w:t>Calculations</w:t>
            </w:r>
          </w:p>
        </w:tc>
        <w:tc>
          <w:tcPr>
            <w:tcW w:w="5512" w:type="dxa"/>
          </w:tcPr>
          <w:p w:rsidR="00A0652B" w:rsidRPr="00CA5B32" w:rsidRDefault="00A0652B" w:rsidP="00647148">
            <w:pPr>
              <w:spacing w:after="0" w:line="240" w:lineRule="auto"/>
              <w:rPr>
                <w:sz w:val="18"/>
                <w:szCs w:val="18"/>
              </w:rPr>
            </w:pPr>
            <w:r w:rsidRPr="00CA5B32">
              <w:rPr>
                <w:sz w:val="18"/>
                <w:szCs w:val="18"/>
              </w:rPr>
              <w:t>-showed one calculation of each type used in interpreting the results (generic followed by specific)</w:t>
            </w:r>
          </w:p>
          <w:p w:rsidR="00A0652B" w:rsidRPr="00CA5B32" w:rsidRDefault="00A0652B" w:rsidP="00647148">
            <w:pPr>
              <w:spacing w:after="0" w:line="240" w:lineRule="auto"/>
              <w:rPr>
                <w:sz w:val="18"/>
                <w:szCs w:val="18"/>
              </w:rPr>
            </w:pPr>
            <w:r w:rsidRPr="00CA5B32">
              <w:rPr>
                <w:sz w:val="18"/>
                <w:szCs w:val="18"/>
              </w:rPr>
              <w:t>-data was processed correctly</w:t>
            </w:r>
          </w:p>
          <w:p w:rsidR="00A0652B" w:rsidRPr="00CA5B32" w:rsidRDefault="00A0652B" w:rsidP="00647148">
            <w:pPr>
              <w:spacing w:after="0" w:line="240" w:lineRule="auto"/>
              <w:rPr>
                <w:sz w:val="18"/>
                <w:szCs w:val="18"/>
              </w:rPr>
            </w:pPr>
            <w:r w:rsidRPr="00CA5B32">
              <w:rPr>
                <w:sz w:val="18"/>
                <w:szCs w:val="18"/>
              </w:rPr>
              <w:t>-SF/precision were considered with measured data</w:t>
            </w:r>
          </w:p>
        </w:tc>
        <w:tc>
          <w:tcPr>
            <w:tcW w:w="2780" w:type="dxa"/>
          </w:tcPr>
          <w:p w:rsidR="00A0652B" w:rsidRPr="00CA5B32" w:rsidRDefault="00A0652B" w:rsidP="00647148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</w:tr>
      <w:tr w:rsidR="00A0652B" w:rsidRPr="00CA5B32" w:rsidTr="00CA5B32">
        <w:tc>
          <w:tcPr>
            <w:tcW w:w="2076" w:type="dxa"/>
          </w:tcPr>
          <w:p w:rsidR="00A0652B" w:rsidRPr="00CA5B32" w:rsidRDefault="00A0652B" w:rsidP="00647148">
            <w:pPr>
              <w:spacing w:after="0" w:line="240" w:lineRule="auto"/>
              <w:jc w:val="right"/>
              <w:rPr>
                <w:b/>
                <w:bCs/>
                <w:i/>
                <w:iCs/>
                <w:sz w:val="18"/>
                <w:szCs w:val="18"/>
              </w:rPr>
            </w:pPr>
            <w:r w:rsidRPr="00CA5B32">
              <w:rPr>
                <w:b/>
                <w:bCs/>
                <w:i/>
                <w:iCs/>
                <w:sz w:val="18"/>
                <w:szCs w:val="18"/>
              </w:rPr>
              <w:t>Graphs</w:t>
            </w:r>
          </w:p>
          <w:p w:rsidR="00A0652B" w:rsidRPr="00CA5B32" w:rsidRDefault="00A0652B" w:rsidP="00647148">
            <w:pPr>
              <w:spacing w:after="0" w:line="240" w:lineRule="auto"/>
              <w:jc w:val="right"/>
              <w:rPr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5512" w:type="dxa"/>
          </w:tcPr>
          <w:p w:rsidR="00A0652B" w:rsidRPr="00CA5B32" w:rsidRDefault="00A0652B" w:rsidP="00647148">
            <w:pPr>
              <w:spacing w:after="0" w:line="240" w:lineRule="auto"/>
              <w:rPr>
                <w:color w:val="0000FF"/>
                <w:sz w:val="18"/>
                <w:szCs w:val="18"/>
              </w:rPr>
            </w:pPr>
            <w:r w:rsidRPr="00CA5B32">
              <w:rPr>
                <w:sz w:val="18"/>
                <w:szCs w:val="18"/>
              </w:rPr>
              <w:t>-</w:t>
            </w:r>
            <w:r w:rsidRPr="00CA5B32">
              <w:rPr>
                <w:color w:val="0000FF"/>
                <w:sz w:val="18"/>
                <w:szCs w:val="18"/>
              </w:rPr>
              <w:t>must be properly scaled</w:t>
            </w:r>
          </w:p>
          <w:p w:rsidR="00A0652B" w:rsidRPr="00CA5B32" w:rsidRDefault="00A0652B" w:rsidP="00647148">
            <w:pPr>
              <w:spacing w:after="0" w:line="240" w:lineRule="auto"/>
              <w:rPr>
                <w:color w:val="0000FF"/>
                <w:sz w:val="18"/>
                <w:szCs w:val="18"/>
              </w:rPr>
            </w:pPr>
            <w:r w:rsidRPr="00CA5B32">
              <w:rPr>
                <w:color w:val="0000FF"/>
                <w:sz w:val="18"/>
                <w:szCs w:val="18"/>
              </w:rPr>
              <w:t>-units must be labeled</w:t>
            </w:r>
          </w:p>
          <w:p w:rsidR="00A0652B" w:rsidRPr="00CA5B32" w:rsidRDefault="00A0652B" w:rsidP="00647148">
            <w:pPr>
              <w:spacing w:after="0" w:line="240" w:lineRule="auto"/>
              <w:rPr>
                <w:color w:val="0000FF"/>
                <w:sz w:val="18"/>
                <w:szCs w:val="18"/>
              </w:rPr>
            </w:pPr>
            <w:r w:rsidRPr="00CA5B32">
              <w:rPr>
                <w:color w:val="0000FF"/>
                <w:sz w:val="18"/>
                <w:szCs w:val="18"/>
              </w:rPr>
              <w:t xml:space="preserve">-independent on </w:t>
            </w:r>
            <w:r w:rsidRPr="00CA5B32">
              <w:rPr>
                <w:i/>
                <w:iCs/>
                <w:color w:val="0000FF"/>
                <w:sz w:val="18"/>
                <w:szCs w:val="18"/>
              </w:rPr>
              <w:t>x</w:t>
            </w:r>
            <w:r w:rsidRPr="00CA5B32">
              <w:rPr>
                <w:color w:val="0000FF"/>
                <w:sz w:val="18"/>
                <w:szCs w:val="18"/>
              </w:rPr>
              <w:t xml:space="preserve">, dependent on </w:t>
            </w:r>
            <w:r w:rsidRPr="00CA5B32">
              <w:rPr>
                <w:i/>
                <w:iCs/>
                <w:color w:val="0000FF"/>
                <w:sz w:val="18"/>
                <w:szCs w:val="18"/>
              </w:rPr>
              <w:t>y</w:t>
            </w:r>
          </w:p>
          <w:p w:rsidR="00A0652B" w:rsidRPr="00CA5B32" w:rsidRDefault="00A0652B" w:rsidP="00647148">
            <w:pPr>
              <w:spacing w:after="0" w:line="240" w:lineRule="auto"/>
              <w:rPr>
                <w:color w:val="0000FF"/>
                <w:sz w:val="18"/>
                <w:szCs w:val="18"/>
              </w:rPr>
            </w:pPr>
            <w:r w:rsidRPr="00CA5B32">
              <w:rPr>
                <w:color w:val="0000FF"/>
                <w:sz w:val="18"/>
                <w:szCs w:val="18"/>
              </w:rPr>
              <w:t>-must be correct type of graph to best describe data</w:t>
            </w:r>
          </w:p>
          <w:p w:rsidR="00A0652B" w:rsidRPr="00CA5B32" w:rsidRDefault="00A0652B" w:rsidP="00647148">
            <w:pPr>
              <w:spacing w:after="0" w:line="240" w:lineRule="auto"/>
              <w:rPr>
                <w:color w:val="0000FF"/>
                <w:sz w:val="18"/>
                <w:szCs w:val="18"/>
              </w:rPr>
            </w:pPr>
            <w:r w:rsidRPr="00CA5B32">
              <w:rPr>
                <w:color w:val="0000FF"/>
                <w:sz w:val="18"/>
                <w:szCs w:val="18"/>
              </w:rPr>
              <w:t>-best fit curve is better choice than connection of data points</w:t>
            </w:r>
          </w:p>
        </w:tc>
        <w:tc>
          <w:tcPr>
            <w:tcW w:w="2780" w:type="dxa"/>
          </w:tcPr>
          <w:p w:rsidR="00A0652B" w:rsidRPr="00CA5B32" w:rsidRDefault="00A0652B" w:rsidP="00647148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</w:tr>
      <w:tr w:rsidR="00A0652B" w:rsidRPr="00CA5B32" w:rsidTr="00CA5B32">
        <w:tc>
          <w:tcPr>
            <w:tcW w:w="2076" w:type="dxa"/>
          </w:tcPr>
          <w:p w:rsidR="00A0652B" w:rsidRPr="00CA5B32" w:rsidRDefault="00A0652B" w:rsidP="00647148">
            <w:pPr>
              <w:spacing w:after="0" w:line="240" w:lineRule="auto"/>
              <w:rPr>
                <w:b/>
                <w:bCs/>
                <w:i/>
                <w:iCs/>
                <w:sz w:val="18"/>
                <w:szCs w:val="18"/>
              </w:rPr>
            </w:pPr>
            <w:r w:rsidRPr="00CA5B32">
              <w:rPr>
                <w:b/>
                <w:bCs/>
                <w:i/>
                <w:iCs/>
                <w:sz w:val="18"/>
                <w:szCs w:val="18"/>
                <w:highlight w:val="yellow"/>
              </w:rPr>
              <w:t>DEC</w:t>
            </w:r>
          </w:p>
        </w:tc>
        <w:tc>
          <w:tcPr>
            <w:tcW w:w="5512" w:type="dxa"/>
          </w:tcPr>
          <w:p w:rsidR="00A0652B" w:rsidRPr="00CA5B32" w:rsidRDefault="00A0652B" w:rsidP="0064714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780" w:type="dxa"/>
          </w:tcPr>
          <w:p w:rsidR="00A0652B" w:rsidRPr="00CA5B32" w:rsidRDefault="00A0652B" w:rsidP="00647148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</w:tr>
      <w:tr w:rsidR="00A0652B" w:rsidRPr="00CA5B32" w:rsidTr="00CA5B32">
        <w:tc>
          <w:tcPr>
            <w:tcW w:w="2076" w:type="dxa"/>
          </w:tcPr>
          <w:p w:rsidR="00A0652B" w:rsidRPr="00CA5B32" w:rsidRDefault="00A0652B" w:rsidP="00647148">
            <w:pPr>
              <w:spacing w:after="0" w:line="240" w:lineRule="auto"/>
              <w:ind w:left="720"/>
              <w:jc w:val="right"/>
              <w:rPr>
                <w:b/>
                <w:bCs/>
                <w:i/>
                <w:iCs/>
                <w:sz w:val="18"/>
                <w:szCs w:val="18"/>
              </w:rPr>
            </w:pPr>
            <w:r w:rsidRPr="00CA5B32">
              <w:rPr>
                <w:b/>
                <w:bCs/>
                <w:i/>
                <w:iCs/>
                <w:sz w:val="18"/>
                <w:szCs w:val="18"/>
              </w:rPr>
              <w:t>Discussion</w:t>
            </w:r>
          </w:p>
        </w:tc>
        <w:tc>
          <w:tcPr>
            <w:tcW w:w="5512" w:type="dxa"/>
          </w:tcPr>
          <w:p w:rsidR="00A0652B" w:rsidRPr="00CA5B32" w:rsidRDefault="00A0652B" w:rsidP="00647148">
            <w:pPr>
              <w:spacing w:after="0" w:line="240" w:lineRule="auto"/>
              <w:rPr>
                <w:sz w:val="18"/>
                <w:szCs w:val="18"/>
              </w:rPr>
            </w:pPr>
            <w:r w:rsidRPr="00CA5B32">
              <w:rPr>
                <w:sz w:val="18"/>
                <w:szCs w:val="18"/>
              </w:rPr>
              <w:t>-introduction</w:t>
            </w:r>
          </w:p>
          <w:p w:rsidR="00A0652B" w:rsidRPr="00CA5B32" w:rsidRDefault="00A0652B" w:rsidP="00647148">
            <w:pPr>
              <w:spacing w:after="0" w:line="240" w:lineRule="auto"/>
              <w:rPr>
                <w:sz w:val="18"/>
                <w:szCs w:val="18"/>
              </w:rPr>
            </w:pPr>
            <w:r w:rsidRPr="00CA5B32">
              <w:rPr>
                <w:sz w:val="18"/>
                <w:szCs w:val="18"/>
              </w:rPr>
              <w:t>-summarizes of data trends (how did independent variable affect the dependent)</w:t>
            </w:r>
          </w:p>
          <w:p w:rsidR="00A0652B" w:rsidRPr="00CA5B32" w:rsidRDefault="00A0652B" w:rsidP="00647148">
            <w:pPr>
              <w:spacing w:after="0" w:line="240" w:lineRule="auto"/>
              <w:rPr>
                <w:sz w:val="18"/>
                <w:szCs w:val="18"/>
              </w:rPr>
            </w:pPr>
            <w:r w:rsidRPr="00CA5B32">
              <w:rPr>
                <w:sz w:val="18"/>
                <w:szCs w:val="18"/>
              </w:rPr>
              <w:t>-explains how data was analyzed to form conclusion</w:t>
            </w:r>
          </w:p>
          <w:p w:rsidR="00A0652B" w:rsidRPr="00CA5B32" w:rsidRDefault="00A0652B" w:rsidP="00647148">
            <w:pPr>
              <w:spacing w:after="0" w:line="240" w:lineRule="auto"/>
              <w:rPr>
                <w:sz w:val="18"/>
                <w:szCs w:val="18"/>
              </w:rPr>
            </w:pPr>
            <w:r w:rsidRPr="00CA5B32">
              <w:rPr>
                <w:sz w:val="18"/>
                <w:szCs w:val="18"/>
              </w:rPr>
              <w:t>-</w:t>
            </w:r>
            <w:r w:rsidRPr="00CA5B32">
              <w:rPr>
                <w:color w:val="0000FF"/>
                <w:sz w:val="18"/>
                <w:szCs w:val="18"/>
              </w:rPr>
              <w:t>heart of the lab/should distinguish yours from others</w:t>
            </w:r>
            <w:r w:rsidRPr="00CA5B32">
              <w:rPr>
                <w:sz w:val="18"/>
                <w:szCs w:val="18"/>
              </w:rPr>
              <w:t xml:space="preserve"> </w:t>
            </w:r>
          </w:p>
        </w:tc>
        <w:tc>
          <w:tcPr>
            <w:tcW w:w="2780" w:type="dxa"/>
          </w:tcPr>
          <w:p w:rsidR="00A0652B" w:rsidRPr="00CA5B32" w:rsidRDefault="00A0652B" w:rsidP="00647148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</w:tr>
      <w:tr w:rsidR="00A0652B" w:rsidRPr="00CA5B32" w:rsidTr="00CA5B32">
        <w:tc>
          <w:tcPr>
            <w:tcW w:w="2076" w:type="dxa"/>
          </w:tcPr>
          <w:p w:rsidR="00A0652B" w:rsidRPr="00CA5B32" w:rsidRDefault="00A0652B" w:rsidP="00647148">
            <w:pPr>
              <w:tabs>
                <w:tab w:val="left" w:pos="490"/>
              </w:tabs>
              <w:spacing w:after="0" w:line="240" w:lineRule="auto"/>
              <w:jc w:val="right"/>
              <w:rPr>
                <w:b/>
                <w:bCs/>
                <w:i/>
                <w:iCs/>
                <w:sz w:val="18"/>
                <w:szCs w:val="18"/>
              </w:rPr>
            </w:pPr>
            <w:r w:rsidRPr="00CA5B32">
              <w:rPr>
                <w:b/>
                <w:bCs/>
                <w:i/>
                <w:iCs/>
                <w:sz w:val="18"/>
                <w:szCs w:val="18"/>
              </w:rPr>
              <w:t>Evaluation of Method or Procedure</w:t>
            </w:r>
          </w:p>
        </w:tc>
        <w:tc>
          <w:tcPr>
            <w:tcW w:w="5512" w:type="dxa"/>
          </w:tcPr>
          <w:p w:rsidR="00A0652B" w:rsidRPr="00CA5B32" w:rsidRDefault="00A0652B" w:rsidP="00647148">
            <w:pPr>
              <w:spacing w:after="0" w:line="240" w:lineRule="auto"/>
              <w:rPr>
                <w:sz w:val="18"/>
                <w:szCs w:val="18"/>
              </w:rPr>
            </w:pPr>
            <w:r w:rsidRPr="00CA5B32">
              <w:rPr>
                <w:sz w:val="18"/>
                <w:szCs w:val="18"/>
              </w:rPr>
              <w:t>-discusses confidence or lack of</w:t>
            </w:r>
          </w:p>
          <w:p w:rsidR="00A0652B" w:rsidRPr="00CA5B32" w:rsidRDefault="00A0652B" w:rsidP="00647148">
            <w:pPr>
              <w:spacing w:after="0" w:line="240" w:lineRule="auto"/>
              <w:rPr>
                <w:sz w:val="18"/>
                <w:szCs w:val="18"/>
              </w:rPr>
            </w:pPr>
            <w:r w:rsidRPr="00CA5B32">
              <w:rPr>
                <w:sz w:val="18"/>
                <w:szCs w:val="18"/>
              </w:rPr>
              <w:t>-evaluates method/suggesting weaknesses</w:t>
            </w:r>
          </w:p>
          <w:p w:rsidR="00A0652B" w:rsidRPr="00CA5B32" w:rsidRDefault="00A0652B" w:rsidP="00647148">
            <w:pPr>
              <w:spacing w:after="0" w:line="240" w:lineRule="auto"/>
              <w:rPr>
                <w:sz w:val="18"/>
                <w:szCs w:val="18"/>
              </w:rPr>
            </w:pPr>
            <w:r w:rsidRPr="00CA5B32">
              <w:rPr>
                <w:sz w:val="18"/>
                <w:szCs w:val="18"/>
              </w:rPr>
              <w:t xml:space="preserve">-explains errors or losses </w:t>
            </w:r>
          </w:p>
          <w:p w:rsidR="00A0652B" w:rsidRPr="00CA5B32" w:rsidRDefault="00A0652B" w:rsidP="00647148">
            <w:pPr>
              <w:spacing w:after="0" w:line="240" w:lineRule="auto"/>
              <w:rPr>
                <w:sz w:val="18"/>
                <w:szCs w:val="18"/>
              </w:rPr>
            </w:pPr>
            <w:r w:rsidRPr="00CA5B32">
              <w:rPr>
                <w:sz w:val="18"/>
                <w:szCs w:val="18"/>
              </w:rPr>
              <w:t>-</w:t>
            </w:r>
            <w:r w:rsidRPr="00CA5B32">
              <w:rPr>
                <w:color w:val="0000FF"/>
                <w:sz w:val="18"/>
                <w:szCs w:val="18"/>
              </w:rPr>
              <w:t>results should be compared to literature values, or accepted scientific understanding</w:t>
            </w:r>
          </w:p>
          <w:p w:rsidR="00A0652B" w:rsidRPr="00CA5B32" w:rsidRDefault="00A0652B" w:rsidP="00647148">
            <w:pPr>
              <w:spacing w:after="0" w:line="240" w:lineRule="auto"/>
              <w:rPr>
                <w:sz w:val="18"/>
                <w:szCs w:val="18"/>
              </w:rPr>
            </w:pPr>
            <w:r w:rsidRPr="00CA5B32">
              <w:rPr>
                <w:sz w:val="18"/>
                <w:szCs w:val="18"/>
              </w:rPr>
              <w:t>-provide a statistical analysis if applicable(% yield or error)</w:t>
            </w:r>
          </w:p>
          <w:p w:rsidR="00A0652B" w:rsidRPr="00CA5B32" w:rsidRDefault="00A0652B" w:rsidP="00647148">
            <w:pPr>
              <w:spacing w:after="0" w:line="240" w:lineRule="auto"/>
              <w:rPr>
                <w:sz w:val="18"/>
                <w:szCs w:val="18"/>
              </w:rPr>
            </w:pPr>
            <w:r w:rsidRPr="00CA5B32">
              <w:rPr>
                <w:sz w:val="18"/>
                <w:szCs w:val="18"/>
              </w:rPr>
              <w:t>-includes suggestions as to what to do differently if the lab were to be repeated</w:t>
            </w:r>
          </w:p>
        </w:tc>
        <w:tc>
          <w:tcPr>
            <w:tcW w:w="2780" w:type="dxa"/>
          </w:tcPr>
          <w:p w:rsidR="00A0652B" w:rsidRPr="00CA5B32" w:rsidRDefault="00A0652B" w:rsidP="00647148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</w:tr>
      <w:tr w:rsidR="00A0652B" w:rsidRPr="00CA5B32" w:rsidTr="00CA5B32">
        <w:tc>
          <w:tcPr>
            <w:tcW w:w="2076" w:type="dxa"/>
          </w:tcPr>
          <w:p w:rsidR="00A0652B" w:rsidRPr="00CA5B32" w:rsidRDefault="00A0652B" w:rsidP="00647148">
            <w:pPr>
              <w:spacing w:after="0" w:line="240" w:lineRule="auto"/>
              <w:rPr>
                <w:b/>
                <w:bCs/>
                <w:i/>
                <w:iCs/>
                <w:sz w:val="18"/>
                <w:szCs w:val="18"/>
              </w:rPr>
            </w:pPr>
            <w:r w:rsidRPr="00CA5B32">
              <w:rPr>
                <w:b/>
                <w:bCs/>
                <w:i/>
                <w:iCs/>
                <w:sz w:val="18"/>
                <w:szCs w:val="18"/>
              </w:rPr>
              <w:t>CONCLUSION</w:t>
            </w:r>
          </w:p>
        </w:tc>
        <w:tc>
          <w:tcPr>
            <w:tcW w:w="5512" w:type="dxa"/>
          </w:tcPr>
          <w:p w:rsidR="00A0652B" w:rsidRPr="00CA5B32" w:rsidRDefault="00A0652B" w:rsidP="00647148">
            <w:pPr>
              <w:spacing w:after="0" w:line="240" w:lineRule="auto"/>
              <w:rPr>
                <w:sz w:val="18"/>
                <w:szCs w:val="18"/>
              </w:rPr>
            </w:pPr>
            <w:r w:rsidRPr="00CA5B32">
              <w:rPr>
                <w:sz w:val="18"/>
                <w:szCs w:val="18"/>
              </w:rPr>
              <w:t>-answers if the purpose was achieved or if hypothesis was validated</w:t>
            </w:r>
          </w:p>
          <w:p w:rsidR="00A0652B" w:rsidRPr="00CA5B32" w:rsidRDefault="00A0652B" w:rsidP="00647148">
            <w:pPr>
              <w:spacing w:after="0" w:line="240" w:lineRule="auto"/>
              <w:rPr>
                <w:sz w:val="18"/>
                <w:szCs w:val="18"/>
              </w:rPr>
            </w:pPr>
            <w:r w:rsidRPr="00CA5B32">
              <w:rPr>
                <w:sz w:val="18"/>
                <w:szCs w:val="18"/>
              </w:rPr>
              <w:t>-statement should be briefly supported with numerical data</w:t>
            </w:r>
          </w:p>
          <w:p w:rsidR="00A0652B" w:rsidRPr="00CA5B32" w:rsidRDefault="00A0652B" w:rsidP="00647148">
            <w:pPr>
              <w:spacing w:after="0" w:line="240" w:lineRule="auto"/>
              <w:rPr>
                <w:sz w:val="18"/>
                <w:szCs w:val="18"/>
              </w:rPr>
            </w:pPr>
            <w:r w:rsidRPr="00CA5B32">
              <w:rPr>
                <w:sz w:val="18"/>
                <w:szCs w:val="18"/>
              </w:rPr>
              <w:t>-</w:t>
            </w:r>
            <w:r w:rsidRPr="00CA5B32">
              <w:rPr>
                <w:color w:val="0000FF"/>
                <w:sz w:val="18"/>
                <w:szCs w:val="18"/>
              </w:rPr>
              <w:t>may discuss extensions to the lab and suggest areas of further study</w:t>
            </w:r>
          </w:p>
        </w:tc>
        <w:tc>
          <w:tcPr>
            <w:tcW w:w="2780" w:type="dxa"/>
          </w:tcPr>
          <w:p w:rsidR="00A0652B" w:rsidRPr="00CA5B32" w:rsidRDefault="00A0652B" w:rsidP="00647148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</w:tr>
      <w:tr w:rsidR="00A0652B" w:rsidRPr="00CA5B32" w:rsidTr="00CA5B32">
        <w:tc>
          <w:tcPr>
            <w:tcW w:w="2076" w:type="dxa"/>
          </w:tcPr>
          <w:p w:rsidR="00A0652B" w:rsidRPr="00CA5B32" w:rsidRDefault="00A0652B" w:rsidP="00647148">
            <w:pPr>
              <w:spacing w:after="0" w:line="240" w:lineRule="auto"/>
              <w:rPr>
                <w:b/>
                <w:bCs/>
                <w:i/>
                <w:iCs/>
                <w:sz w:val="18"/>
                <w:szCs w:val="18"/>
              </w:rPr>
            </w:pPr>
            <w:r w:rsidRPr="00CA5B32">
              <w:rPr>
                <w:b/>
                <w:bCs/>
                <w:i/>
                <w:iCs/>
                <w:sz w:val="18"/>
                <w:szCs w:val="18"/>
              </w:rPr>
              <w:t>SOURCES</w:t>
            </w:r>
          </w:p>
          <w:p w:rsidR="00A0652B" w:rsidRPr="00CA5B32" w:rsidRDefault="00A0652B" w:rsidP="00647148">
            <w:pPr>
              <w:spacing w:after="0" w:line="240" w:lineRule="auto"/>
              <w:rPr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5512" w:type="dxa"/>
          </w:tcPr>
          <w:p w:rsidR="00A0652B" w:rsidRPr="00CA5B32" w:rsidRDefault="00A0652B" w:rsidP="00647148">
            <w:pPr>
              <w:spacing w:after="0" w:line="240" w:lineRule="auto"/>
              <w:rPr>
                <w:sz w:val="18"/>
                <w:szCs w:val="18"/>
              </w:rPr>
            </w:pPr>
            <w:r w:rsidRPr="00CA5B32">
              <w:rPr>
                <w:sz w:val="18"/>
                <w:szCs w:val="18"/>
              </w:rPr>
              <w:t>-properly cites all sources used</w:t>
            </w:r>
          </w:p>
        </w:tc>
        <w:tc>
          <w:tcPr>
            <w:tcW w:w="2780" w:type="dxa"/>
          </w:tcPr>
          <w:p w:rsidR="00A0652B" w:rsidRPr="00CA5B32" w:rsidRDefault="00A0652B" w:rsidP="00647148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</w:tr>
      <w:tr w:rsidR="00A0652B" w:rsidRPr="00CA5B32" w:rsidTr="00CA5B32">
        <w:tc>
          <w:tcPr>
            <w:tcW w:w="2076" w:type="dxa"/>
          </w:tcPr>
          <w:p w:rsidR="00A0652B" w:rsidRPr="00CA5B32" w:rsidRDefault="00A0652B" w:rsidP="00647148">
            <w:pPr>
              <w:spacing w:after="0" w:line="240" w:lineRule="auto"/>
              <w:rPr>
                <w:b/>
                <w:bCs/>
                <w:i/>
                <w:iCs/>
                <w:sz w:val="18"/>
                <w:szCs w:val="18"/>
              </w:rPr>
            </w:pPr>
            <w:r w:rsidRPr="00CA5B32">
              <w:rPr>
                <w:b/>
                <w:bCs/>
                <w:i/>
                <w:iCs/>
                <w:sz w:val="18"/>
                <w:szCs w:val="18"/>
              </w:rPr>
              <w:t>OVERALL IMPRESSION</w:t>
            </w:r>
          </w:p>
        </w:tc>
        <w:tc>
          <w:tcPr>
            <w:tcW w:w="5512" w:type="dxa"/>
          </w:tcPr>
          <w:p w:rsidR="00A0652B" w:rsidRPr="00CA5B32" w:rsidRDefault="00A0652B" w:rsidP="00647148">
            <w:pPr>
              <w:spacing w:after="0" w:line="240" w:lineRule="auto"/>
              <w:rPr>
                <w:sz w:val="18"/>
                <w:szCs w:val="18"/>
              </w:rPr>
            </w:pPr>
            <w:r w:rsidRPr="00CA5B32">
              <w:rPr>
                <w:sz w:val="18"/>
                <w:szCs w:val="18"/>
              </w:rPr>
              <w:t>-entire lab written in proper tense</w:t>
            </w:r>
          </w:p>
          <w:p w:rsidR="00A0652B" w:rsidRPr="00CA5B32" w:rsidRDefault="00A0652B" w:rsidP="00647148">
            <w:pPr>
              <w:spacing w:after="0" w:line="240" w:lineRule="auto"/>
              <w:rPr>
                <w:sz w:val="18"/>
                <w:szCs w:val="18"/>
              </w:rPr>
            </w:pPr>
            <w:r w:rsidRPr="00CA5B32">
              <w:rPr>
                <w:sz w:val="18"/>
                <w:szCs w:val="18"/>
              </w:rPr>
              <w:t>-clearly written and articulate</w:t>
            </w:r>
          </w:p>
          <w:p w:rsidR="00A0652B" w:rsidRPr="00CA5B32" w:rsidRDefault="00A0652B" w:rsidP="00647148">
            <w:pPr>
              <w:spacing w:after="0" w:line="240" w:lineRule="auto"/>
              <w:rPr>
                <w:sz w:val="18"/>
                <w:szCs w:val="18"/>
              </w:rPr>
            </w:pPr>
            <w:r w:rsidRPr="00CA5B32">
              <w:rPr>
                <w:sz w:val="18"/>
                <w:szCs w:val="18"/>
              </w:rPr>
              <w:t xml:space="preserve">-proper formatting </w:t>
            </w:r>
          </w:p>
          <w:p w:rsidR="00A0652B" w:rsidRPr="00CA5B32" w:rsidRDefault="00A0652B" w:rsidP="00647148">
            <w:pPr>
              <w:spacing w:after="0" w:line="240" w:lineRule="auto"/>
              <w:rPr>
                <w:sz w:val="18"/>
                <w:szCs w:val="18"/>
              </w:rPr>
            </w:pPr>
            <w:r w:rsidRPr="00CA5B32">
              <w:rPr>
                <w:sz w:val="18"/>
                <w:szCs w:val="18"/>
              </w:rPr>
              <w:t>-gave an organized best effort</w:t>
            </w:r>
          </w:p>
        </w:tc>
        <w:tc>
          <w:tcPr>
            <w:tcW w:w="2780" w:type="dxa"/>
          </w:tcPr>
          <w:p w:rsidR="00A0652B" w:rsidRPr="00CA5B32" w:rsidRDefault="00A0652B" w:rsidP="00647148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</w:tr>
    </w:tbl>
    <w:p w:rsidR="00A0652B" w:rsidRPr="00CA5B32" w:rsidRDefault="00A0652B" w:rsidP="003377EB">
      <w:pPr>
        <w:rPr>
          <w:sz w:val="18"/>
          <w:szCs w:val="18"/>
        </w:rPr>
      </w:pPr>
    </w:p>
    <w:p w:rsidR="00A0652B" w:rsidRPr="00CA5B32" w:rsidRDefault="00A0652B" w:rsidP="003377EB">
      <w:pPr>
        <w:rPr>
          <w:sz w:val="18"/>
          <w:szCs w:val="18"/>
        </w:rPr>
      </w:pPr>
      <w:r w:rsidRPr="00CA5B32">
        <w:rPr>
          <w:sz w:val="18"/>
          <w:szCs w:val="18"/>
        </w:rPr>
        <w:t>c = aspect fulfilled completely</w:t>
      </w:r>
      <w:r w:rsidRPr="00CA5B32">
        <w:rPr>
          <w:sz w:val="18"/>
          <w:szCs w:val="18"/>
        </w:rPr>
        <w:tab/>
        <w:t>p =  aspect partially fulfilled</w:t>
      </w:r>
      <w:r w:rsidRPr="00CA5B32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CA5B32">
        <w:rPr>
          <w:sz w:val="18"/>
          <w:szCs w:val="18"/>
        </w:rPr>
        <w:t>n = not at all</w:t>
      </w:r>
      <w:r w:rsidRPr="00CA5B32">
        <w:rPr>
          <w:sz w:val="18"/>
          <w:szCs w:val="18"/>
        </w:rPr>
        <w:tab/>
        <w:t>NA = not assessed</w:t>
      </w:r>
    </w:p>
    <w:p w:rsidR="00A0652B" w:rsidRPr="00CA5B32" w:rsidRDefault="00A0652B" w:rsidP="003C6F06">
      <w:pPr>
        <w:jc w:val="center"/>
        <w:rPr>
          <w:sz w:val="18"/>
          <w:szCs w:val="18"/>
        </w:rPr>
      </w:pPr>
    </w:p>
    <w:p w:rsidR="00A0652B" w:rsidRPr="00CA5B32" w:rsidRDefault="00A0652B" w:rsidP="003377EB">
      <w:pPr>
        <w:rPr>
          <w:sz w:val="18"/>
          <w:szCs w:val="18"/>
        </w:rPr>
      </w:pPr>
    </w:p>
    <w:sectPr w:rsidR="00A0652B" w:rsidRPr="00CA5B32" w:rsidSect="00CA5B32">
      <w:headerReference w:type="default" r:id="rId7"/>
      <w:footerReference w:type="default" r:id="rId8"/>
      <w:pgSz w:w="12240" w:h="15840"/>
      <w:pgMar w:top="720" w:right="720" w:bottom="720" w:left="108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0652B" w:rsidRDefault="00A0652B" w:rsidP="000A6226">
      <w:pPr>
        <w:spacing w:after="0" w:line="240" w:lineRule="auto"/>
      </w:pPr>
      <w:r>
        <w:separator/>
      </w:r>
    </w:p>
  </w:endnote>
  <w:endnote w:type="continuationSeparator" w:id="1">
    <w:p w:rsidR="00A0652B" w:rsidRDefault="00A0652B" w:rsidP="000A62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652B" w:rsidRDefault="00A0652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0652B" w:rsidRDefault="00A0652B" w:rsidP="000A6226">
      <w:pPr>
        <w:spacing w:after="0" w:line="240" w:lineRule="auto"/>
      </w:pPr>
      <w:r>
        <w:separator/>
      </w:r>
    </w:p>
  </w:footnote>
  <w:footnote w:type="continuationSeparator" w:id="1">
    <w:p w:rsidR="00A0652B" w:rsidRDefault="00A0652B" w:rsidP="000A62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652B" w:rsidRDefault="00A0652B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BB41562"/>
    <w:multiLevelType w:val="hybridMultilevel"/>
    <w:tmpl w:val="2F9E2A5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4"/>
  <w:embedSystemFonts/>
  <w:defaultTabStop w:val="720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C6F06"/>
    <w:rsid w:val="000A6226"/>
    <w:rsid w:val="001A56F1"/>
    <w:rsid w:val="001B7058"/>
    <w:rsid w:val="001C4465"/>
    <w:rsid w:val="0023394F"/>
    <w:rsid w:val="002960AD"/>
    <w:rsid w:val="00300994"/>
    <w:rsid w:val="003377EB"/>
    <w:rsid w:val="00382989"/>
    <w:rsid w:val="003A6387"/>
    <w:rsid w:val="003C6F06"/>
    <w:rsid w:val="003E261A"/>
    <w:rsid w:val="003E37D4"/>
    <w:rsid w:val="00421B2A"/>
    <w:rsid w:val="004D24A5"/>
    <w:rsid w:val="005069A0"/>
    <w:rsid w:val="005B1A5F"/>
    <w:rsid w:val="005C497F"/>
    <w:rsid w:val="005E48B4"/>
    <w:rsid w:val="00621226"/>
    <w:rsid w:val="00637FEC"/>
    <w:rsid w:val="00647148"/>
    <w:rsid w:val="0065158C"/>
    <w:rsid w:val="00697B43"/>
    <w:rsid w:val="006A732D"/>
    <w:rsid w:val="006C05F1"/>
    <w:rsid w:val="00743F98"/>
    <w:rsid w:val="00795D8C"/>
    <w:rsid w:val="007B20C5"/>
    <w:rsid w:val="007D66DC"/>
    <w:rsid w:val="0081450E"/>
    <w:rsid w:val="008A1A5B"/>
    <w:rsid w:val="008C1587"/>
    <w:rsid w:val="009518E4"/>
    <w:rsid w:val="00953FA9"/>
    <w:rsid w:val="009901C8"/>
    <w:rsid w:val="00A0652B"/>
    <w:rsid w:val="00A36396"/>
    <w:rsid w:val="00A70EDD"/>
    <w:rsid w:val="00AE1BF0"/>
    <w:rsid w:val="00AF42E6"/>
    <w:rsid w:val="00B10F48"/>
    <w:rsid w:val="00B4272D"/>
    <w:rsid w:val="00B95019"/>
    <w:rsid w:val="00C33D85"/>
    <w:rsid w:val="00C50740"/>
    <w:rsid w:val="00C85DD1"/>
    <w:rsid w:val="00CA5B32"/>
    <w:rsid w:val="00CF2244"/>
    <w:rsid w:val="00D17E60"/>
    <w:rsid w:val="00D91D5D"/>
    <w:rsid w:val="00DE3C99"/>
    <w:rsid w:val="00E04C10"/>
    <w:rsid w:val="00E90C3E"/>
    <w:rsid w:val="00E9463A"/>
    <w:rsid w:val="00E96560"/>
    <w:rsid w:val="00F70C6F"/>
    <w:rsid w:val="00F72975"/>
    <w:rsid w:val="00F72A99"/>
    <w:rsid w:val="00F82453"/>
    <w:rsid w:val="00FB7837"/>
    <w:rsid w:val="00FC5C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7FEC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3C6F06"/>
    <w:rPr>
      <w:rFonts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3C6F06"/>
    <w:pPr>
      <w:ind w:left="720"/>
    </w:pPr>
  </w:style>
  <w:style w:type="paragraph" w:styleId="Header">
    <w:name w:val="header"/>
    <w:basedOn w:val="Normal"/>
    <w:link w:val="HeaderChar"/>
    <w:uiPriority w:val="99"/>
    <w:semiHidden/>
    <w:rsid w:val="000A622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0A6226"/>
  </w:style>
  <w:style w:type="paragraph" w:styleId="Footer">
    <w:name w:val="footer"/>
    <w:basedOn w:val="Normal"/>
    <w:link w:val="FooterChar"/>
    <w:uiPriority w:val="99"/>
    <w:semiHidden/>
    <w:rsid w:val="000A622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0A622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</TotalTime>
  <Pages>2</Pages>
  <Words>384</Words>
  <Characters>2194</Characters>
  <Application>Microsoft Office Outlook</Application>
  <DocSecurity>0</DocSecurity>
  <Lines>0</Lines>
  <Paragraphs>0</Paragraphs>
  <ScaleCrop>false</ScaleCrop>
  <Company>Hewlett-Packard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Formal Lab Report Grading Rubric/2010</dc:title>
  <dc:subject/>
  <dc:creator>Cynthia</dc:creator>
  <cp:keywords/>
  <dc:description/>
  <cp:lastModifiedBy>Cynthia.Ahmed</cp:lastModifiedBy>
  <cp:revision>2</cp:revision>
  <cp:lastPrinted>2010-12-09T04:46:00Z</cp:lastPrinted>
  <dcterms:created xsi:type="dcterms:W3CDTF">2011-10-31T03:39:00Z</dcterms:created>
  <dcterms:modified xsi:type="dcterms:W3CDTF">2011-10-31T03:39:00Z</dcterms:modified>
</cp:coreProperties>
</file>